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E79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A9FA2F" wp14:editId="55EF9A24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941B854" w14:textId="5C044EF7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55DFF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242E17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2A3411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9FA2F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941B854" w14:textId="5C044EF7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55DFF">
                                <w:rPr>
                                  <w:rStyle w:val="Style2"/>
                                </w:rPr>
                                <w:t>4</w:t>
                              </w:r>
                              <w:r w:rsidR="00242E17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C2A3411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93257" wp14:editId="6A0D1695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CBAF6" w14:textId="77777777" w:rsidR="002E1412" w:rsidRPr="002E1412" w:rsidRDefault="00242E1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3257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91CBAF6" w14:textId="77777777" w:rsidR="002E1412" w:rsidRPr="002E1412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3285050" wp14:editId="0C9DBC0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3C791" wp14:editId="354BC9C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47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3C79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52F447F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90221" wp14:editId="5B8554F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FE173B7" w14:textId="12A7237F" w:rsidR="00BC61BD" w:rsidRPr="00BC61BD" w:rsidRDefault="00E35F6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E35F6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97A8E" wp14:editId="1A178E33">
                                      <wp:extent cx="936345" cy="880409"/>
                                      <wp:effectExtent l="0" t="0" r="0" b="0"/>
                                      <wp:docPr id="1285509778" name="Imagen 1285509778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85509778" name="Imagen 1285509778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5108" cy="9638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022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FE173B7" w14:textId="12A7237F" w:rsidR="00BC61BD" w:rsidRPr="00BC61BD" w:rsidRDefault="00E35F62">
                          <w:pPr>
                            <w:rPr>
                              <w:lang w:val="en-US"/>
                            </w:rPr>
                          </w:pPr>
                          <w:r w:rsidRPr="00E35F62">
                            <w:drawing>
                              <wp:inline distT="0" distB="0" distL="0" distR="0" wp14:anchorId="31097A8E" wp14:editId="1A178E33">
                                <wp:extent cx="936345" cy="880409"/>
                                <wp:effectExtent l="0" t="0" r="0" b="0"/>
                                <wp:docPr id="1285509778" name="Imagen 1285509778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85509778" name="Imagen 1285509778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5108" cy="96386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C2CDFBA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A0DE60" wp14:editId="3A7FEC75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C4081" w14:textId="77777777" w:rsidR="00F7443C" w:rsidRPr="004767CC" w:rsidRDefault="00242E1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DE6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F8C4081" w14:textId="77777777" w:rsidR="00F7443C" w:rsidRPr="004767CC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F0757" wp14:editId="67E96F5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A14EC" w14:textId="7AB4626E" w:rsidR="0026335F" w:rsidRPr="0026335F" w:rsidRDefault="00242E1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25-04-0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8D1FE7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0757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88A14EC" w14:textId="7AB4626E" w:rsidR="0026335F" w:rsidRPr="0026335F" w:rsidRDefault="008D1FE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25-04-0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08F969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615B8A" wp14:editId="0F01651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D63C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5B8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55D63C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641F66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F903B2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7B391D8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592EC6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28BC25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6AB507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53B669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DC461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077A9F6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DE71D73" w14:textId="77777777" w:rsidTr="00A24343">
        <w:trPr>
          <w:trHeight w:val="457"/>
          <w:jc w:val="center"/>
        </w:trPr>
        <w:tc>
          <w:tcPr>
            <w:tcW w:w="849" w:type="dxa"/>
          </w:tcPr>
          <w:p w14:paraId="2B95B7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9AA1E9F" w14:textId="77777777" w:rsidR="0037246F" w:rsidRDefault="0037246F" w:rsidP="00BB657B">
            <w:pPr>
              <w:spacing w:after="0" w:line="240" w:lineRule="auto"/>
            </w:pPr>
          </w:p>
          <w:p w14:paraId="7E658D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F936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B975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4DD8D7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288B9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2345D2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18FF15" w14:textId="77777777" w:rsidTr="00A24343">
        <w:trPr>
          <w:trHeight w:val="477"/>
          <w:jc w:val="center"/>
        </w:trPr>
        <w:tc>
          <w:tcPr>
            <w:tcW w:w="849" w:type="dxa"/>
          </w:tcPr>
          <w:p w14:paraId="2661B50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D6A5E8E" w14:textId="77777777" w:rsidR="0037246F" w:rsidRDefault="0037246F" w:rsidP="00BB657B">
            <w:pPr>
              <w:spacing w:after="0" w:line="240" w:lineRule="auto"/>
            </w:pPr>
          </w:p>
          <w:p w14:paraId="44BA29F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4E945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40C8B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04DA9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E5AD9B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E604A8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688FF5" w14:textId="77777777" w:rsidTr="00A24343">
        <w:trPr>
          <w:trHeight w:val="477"/>
          <w:jc w:val="center"/>
        </w:trPr>
        <w:tc>
          <w:tcPr>
            <w:tcW w:w="849" w:type="dxa"/>
          </w:tcPr>
          <w:p w14:paraId="6CFE85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5EB8CB" w14:textId="77777777" w:rsidR="0037246F" w:rsidRDefault="0037246F" w:rsidP="00BB657B">
            <w:pPr>
              <w:spacing w:after="0" w:line="240" w:lineRule="auto"/>
            </w:pPr>
          </w:p>
          <w:p w14:paraId="7BE449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FD30A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3C4E2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8FFEF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1355C2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71CA812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48E1FDC" w14:textId="77777777" w:rsidTr="00A24343">
        <w:trPr>
          <w:trHeight w:val="477"/>
          <w:jc w:val="center"/>
        </w:trPr>
        <w:tc>
          <w:tcPr>
            <w:tcW w:w="849" w:type="dxa"/>
          </w:tcPr>
          <w:p w14:paraId="136786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A1427D" w14:textId="77777777" w:rsidR="0037246F" w:rsidRDefault="0037246F" w:rsidP="00BB657B">
            <w:pPr>
              <w:spacing w:after="0" w:line="240" w:lineRule="auto"/>
            </w:pPr>
          </w:p>
          <w:p w14:paraId="16806D8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F6D61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8123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C350C9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A316D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551F76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098CC55" w14:textId="77777777" w:rsidTr="00A24343">
        <w:trPr>
          <w:trHeight w:val="477"/>
          <w:jc w:val="center"/>
        </w:trPr>
        <w:tc>
          <w:tcPr>
            <w:tcW w:w="849" w:type="dxa"/>
          </w:tcPr>
          <w:p w14:paraId="3B6920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B033ADB" w14:textId="77777777" w:rsidR="0037246F" w:rsidRDefault="0037246F" w:rsidP="00BB657B">
            <w:pPr>
              <w:spacing w:after="0" w:line="240" w:lineRule="auto"/>
            </w:pPr>
          </w:p>
          <w:p w14:paraId="55F5B0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7B9A3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9D896F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5251B5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9596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C5BAB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ADF4C9B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0E3A827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78B6C0BF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60D64C3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38A9FE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7824AF8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26F2670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6D22605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AD6D8A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4239A2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8F3643" wp14:editId="68217BB2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ED429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F3643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F4ED429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52D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F16A44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ACEA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DDFAB5" wp14:editId="4CE7D482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6CF6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4C0096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634E3A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DDFA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5AEB6CF6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4C0096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634E3A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B91408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D0687F" wp14:editId="7A45D83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A1FA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D068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74DA1FA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E66869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4843DB2" wp14:editId="403FCA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E46242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861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D7AE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A530A75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0EC5265D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87244"/>
    <w:rsid w:val="000B0097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42E17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824D6"/>
    <w:rsid w:val="003A4539"/>
    <w:rsid w:val="003B29C3"/>
    <w:rsid w:val="003B38E0"/>
    <w:rsid w:val="00403697"/>
    <w:rsid w:val="004122DB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D1FE7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86BE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77672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35F62"/>
    <w:rsid w:val="00E50BF6"/>
    <w:rsid w:val="00E55DFF"/>
    <w:rsid w:val="00E66D8A"/>
    <w:rsid w:val="00E774E3"/>
    <w:rsid w:val="00E77D7B"/>
    <w:rsid w:val="00E96AEE"/>
    <w:rsid w:val="00E96D05"/>
    <w:rsid w:val="00EA7406"/>
    <w:rsid w:val="00EB128A"/>
    <w:rsid w:val="00EE4B11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19A5B6C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3E84F-D026-474A-8F8B-F5158551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</cp:lastModifiedBy>
  <cp:revision>7</cp:revision>
  <cp:lastPrinted>2011-03-04T18:27:00Z</cp:lastPrinted>
  <dcterms:created xsi:type="dcterms:W3CDTF">2025-04-01T14:14:00Z</dcterms:created>
  <dcterms:modified xsi:type="dcterms:W3CDTF">2025-09-17T14:45:00Z</dcterms:modified>
</cp:coreProperties>
</file>